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8C" w:rsidRPr="0065269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526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2F44C0"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  <w:r w:rsidRPr="0065269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65269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34EA7" w:rsidRPr="00652693" w:rsidRDefault="00B5058E" w:rsidP="00634E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693">
        <w:rPr>
          <w:rFonts w:ascii="Times New Roman" w:hAnsi="Times New Roman" w:cs="Times New Roman"/>
          <w:b/>
          <w:sz w:val="24"/>
          <w:szCs w:val="24"/>
        </w:rPr>
        <w:t xml:space="preserve">Расходы бюджета </w:t>
      </w:r>
      <w:r w:rsidRPr="00652693">
        <w:rPr>
          <w:rFonts w:ascii="Times New Roman" w:eastAsia="Times New Roman" w:hAnsi="Times New Roman" w:cs="Times New Roman"/>
          <w:b/>
          <w:bCs/>
          <w:sz w:val="24"/>
          <w:szCs w:val="24"/>
        </w:rPr>
        <w:t>Ханты-Мансийского автономного округа – Югры</w:t>
      </w:r>
      <w:r w:rsidR="00AE5B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4EA7" w:rsidRPr="00652693" w:rsidRDefault="00B5058E" w:rsidP="00634E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693">
        <w:rPr>
          <w:rFonts w:ascii="Times New Roman" w:hAnsi="Times New Roman" w:cs="Times New Roman"/>
          <w:b/>
          <w:sz w:val="24"/>
          <w:szCs w:val="24"/>
        </w:rPr>
        <w:t xml:space="preserve">в разрезе </w:t>
      </w:r>
      <w:r w:rsidR="00634EA7">
        <w:rPr>
          <w:rFonts w:ascii="Times New Roman" w:hAnsi="Times New Roman" w:cs="Times New Roman"/>
          <w:b/>
          <w:sz w:val="24"/>
          <w:szCs w:val="24"/>
        </w:rPr>
        <w:t>главных распорядителей средств бюджета автономного округа на 2021</w:t>
      </w:r>
      <w:r w:rsidR="00634EA7" w:rsidRPr="00652693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B5058E" w:rsidRPr="00652693" w:rsidRDefault="00634EA7" w:rsidP="00634E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</w:t>
      </w:r>
      <w:r w:rsidRPr="00652693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>
        <w:rPr>
          <w:rFonts w:ascii="Times New Roman" w:hAnsi="Times New Roman" w:cs="Times New Roman"/>
          <w:b/>
          <w:sz w:val="24"/>
          <w:szCs w:val="24"/>
        </w:rPr>
        <w:t>23</w:t>
      </w:r>
      <w:r w:rsidRPr="00652693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22DAC" w:rsidRPr="00652693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652693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52693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567"/>
        <w:gridCol w:w="1420"/>
        <w:gridCol w:w="1560"/>
        <w:gridCol w:w="1414"/>
        <w:gridCol w:w="1140"/>
        <w:gridCol w:w="1417"/>
        <w:gridCol w:w="1137"/>
        <w:gridCol w:w="1417"/>
        <w:gridCol w:w="1063"/>
      </w:tblGrid>
      <w:tr w:rsidR="00074786" w:rsidRPr="00074786" w:rsidTr="00143346">
        <w:trPr>
          <w:trHeight w:val="363"/>
        </w:trPr>
        <w:tc>
          <w:tcPr>
            <w:tcW w:w="150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Вед</w:t>
            </w:r>
          </w:p>
        </w:tc>
        <w:tc>
          <w:tcPr>
            <w:tcW w:w="44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49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80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7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</w:tr>
      <w:tr w:rsidR="00143346" w:rsidRPr="00074786" w:rsidTr="00143346">
        <w:trPr>
          <w:trHeight w:val="455"/>
        </w:trPr>
        <w:tc>
          <w:tcPr>
            <w:tcW w:w="150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346" w:rsidRDefault="0014334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утверждено законом </w:t>
            </w:r>
          </w:p>
          <w:p w:rsidR="00074786" w:rsidRPr="00074786" w:rsidRDefault="0014334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 24-оз от 26.03.2020г.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1433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% к 2020 году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% к 2021 году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 % к 2022 году</w:t>
            </w:r>
          </w:p>
        </w:tc>
      </w:tr>
      <w:tr w:rsidR="00143346" w:rsidRPr="00074786" w:rsidTr="00143346">
        <w:trPr>
          <w:trHeight w:val="315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43346" w:rsidRPr="00074786" w:rsidTr="00143346">
        <w:trPr>
          <w:trHeight w:val="315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- ВСЕГО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248 789 935,5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272 772 560,7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254 464 668,0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250 825 844,8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252 727 304,8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100,8</w:t>
            </w:r>
          </w:p>
        </w:tc>
      </w:tr>
      <w:tr w:rsidR="00143346" w:rsidRPr="00074786" w:rsidTr="00143346">
        <w:trPr>
          <w:trHeight w:val="471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Дума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575 281,7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512 442,1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526 123,8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494 739,0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494 739,0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908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88 793,4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90 581,1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89 161,8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84 668,7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84 668,7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9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135 702,5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137 758,2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138 819,8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503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39 607,1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38 119,0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38 289,2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641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195 303,5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198 276,7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197 773,0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2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17 613 996,8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18 688 747,9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15 206 812,6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14 834 703,1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14 700 166,7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92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64 790 354,2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28 443 812,4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78 033 258,6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74 341 780,3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75 759 470,2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2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2 824 985,0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2 708 151,6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3 044 340,8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2 461 273,9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2 657 939,1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33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1 339 051,0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1 679 530,0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1 566 652,5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1 365 815,4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1 360 815,4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9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5 870 755,0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4 634 176,8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5 211 309,0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3 840 937,1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3 879 975,0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10352" w:rsidRDefault="00F10352"/>
    <w:tbl>
      <w:tblPr>
        <w:tblW w:w="5000" w:type="pct"/>
        <w:tblLook w:val="04A0" w:firstRow="1" w:lastRow="0" w:firstColumn="1" w:lastColumn="0" w:noHBand="0" w:noVBand="1"/>
      </w:tblPr>
      <w:tblGrid>
        <w:gridCol w:w="4785"/>
        <w:gridCol w:w="567"/>
        <w:gridCol w:w="1420"/>
        <w:gridCol w:w="1560"/>
        <w:gridCol w:w="1414"/>
        <w:gridCol w:w="1140"/>
        <w:gridCol w:w="1417"/>
        <w:gridCol w:w="1137"/>
        <w:gridCol w:w="1417"/>
        <w:gridCol w:w="1063"/>
      </w:tblGrid>
      <w:tr w:rsidR="00F10352" w:rsidRPr="00074786" w:rsidTr="00F10352">
        <w:trPr>
          <w:cantSplit/>
          <w:tblHeader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352" w:rsidRPr="00074786" w:rsidRDefault="00F10352" w:rsidP="00277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143346" w:rsidRPr="00074786" w:rsidTr="00F10352">
        <w:trPr>
          <w:trHeight w:val="334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31 016 495,3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33 649 228,5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34 137 640,2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33 558 462,4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27 649 439,4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415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Счетная палата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93 639,6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84 310,9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82 737,6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78 568,3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78 568,3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392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1 348 995,1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1 450 440,9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2 315 037,2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159,6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1 856 583,2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1 808 829,1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328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2 651 941,0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2 799 375,1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3 000 497,6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2 806 843,2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2 777 043,7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433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60 270,1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59 877,9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59 229,9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59 387,4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59 423,4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398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246 434,6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258 692,1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259 724,3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259 187,7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259 187,7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367"/>
        </w:trPr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8 344 858,9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6 668 540,4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440 939,6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415 978,0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F10352">
        <w:trPr>
          <w:trHeight w:val="437"/>
        </w:trPr>
        <w:tc>
          <w:tcPr>
            <w:tcW w:w="15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147 402,8</w:t>
            </w:r>
          </w:p>
        </w:tc>
        <w:tc>
          <w:tcPr>
            <w:tcW w:w="490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315 499,0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334 914,2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123 137,6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36,8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123 137,6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698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3 206 588,8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4 423 086,3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4 002 714,2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3 328 656,2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3 207 327,6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84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15 144 532,2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21 037 279,2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11 674 994,0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10 030 007,0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9 501 772,3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93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15 134 284,3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68 425 449,8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19 297 239,5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27 508 277,8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34 935 902,9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645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2 359 083,1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2 599 844,6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2 439 417,6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2 500 303,3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2 497 341,3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573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67 198,2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66 750,4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67 403,3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913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445 065,7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741 545,1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551 191,9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546 869,3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415 778,3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23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77 913,6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77 606,7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77 778,6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78 326,8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78 874,9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76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82 855,2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80 462,6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90 374,5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89 819,4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91 079,4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541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1 829 098,9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1 979 873,6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1 294 976,6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1 000 882,8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999 322,8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55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34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298 688,9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312 126,6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286 022,4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221 856,9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221 290,0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24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2 508 801,1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2 352 071,8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2 557 688,4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3 478 268,1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3 287 139,4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131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61 636 681,3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58 962 217,9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59 724 906,0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58 927 306,0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58 994 286,0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74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422 374,8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469 122,2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465 243,1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481 407,5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464 993,1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28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Правительство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113 164,7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96 302,4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55 351,5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351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Служба контроля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52 561,1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48 472,9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48 856,2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48 616,2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90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110 665,4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123 797,0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122 491,0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120 453,9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120 453,9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1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30 858,3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30 719,1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33 170,7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13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4 417 271,3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3 827 265,7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4 162 047,5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3 656 945,3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3 515 712,1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143346" w:rsidRPr="00074786" w:rsidTr="00143346">
        <w:trPr>
          <w:trHeight w:val="437"/>
        </w:trPr>
        <w:tc>
          <w:tcPr>
            <w:tcW w:w="150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786" w:rsidRPr="00074786" w:rsidRDefault="00074786" w:rsidP="000747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3 468 380,7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4 701 006,2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2 829 539,3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1 694 975,5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1 707 225,8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4786" w:rsidRPr="00074786" w:rsidRDefault="00074786" w:rsidP="0007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4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617E9A" w:rsidRDefault="00617E9A" w:rsidP="00F10352"/>
    <w:sectPr w:rsidR="00617E9A" w:rsidSect="003349B3">
      <w:headerReference w:type="default" r:id="rId7"/>
      <w:pgSz w:w="16838" w:h="11906" w:orient="landscape" w:code="9"/>
      <w:pgMar w:top="1134" w:right="567" w:bottom="851" w:left="567" w:header="567" w:footer="567" w:gutter="0"/>
      <w:pgNumType w:start="18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1E" w:rsidRDefault="00F71A1E" w:rsidP="00DD15BD">
      <w:pPr>
        <w:spacing w:after="0" w:line="240" w:lineRule="auto"/>
      </w:pPr>
      <w:r>
        <w:separator/>
      </w:r>
    </w:p>
  </w:endnote>
  <w:endnote w:type="continuationSeparator" w:id="0">
    <w:p w:rsidR="00F71A1E" w:rsidRDefault="00F71A1E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1E" w:rsidRDefault="00F71A1E" w:rsidP="00DD15BD">
      <w:pPr>
        <w:spacing w:after="0" w:line="240" w:lineRule="auto"/>
      </w:pPr>
      <w:r>
        <w:separator/>
      </w:r>
    </w:p>
  </w:footnote>
  <w:footnote w:type="continuationSeparator" w:id="0">
    <w:p w:rsidR="00F71A1E" w:rsidRDefault="00F71A1E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091891873"/>
      <w:docPartObj>
        <w:docPartGallery w:val="Page Numbers (Top of Page)"/>
        <w:docPartUnique/>
      </w:docPartObj>
    </w:sdtPr>
    <w:sdtEndPr/>
    <w:sdtContent>
      <w:p w:rsidR="001B2FC3" w:rsidRPr="001B2FC3" w:rsidRDefault="001B2FC3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B2FC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2FC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2FC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9B3">
          <w:rPr>
            <w:rFonts w:ascii="Times New Roman" w:hAnsi="Times New Roman" w:cs="Times New Roman"/>
            <w:noProof/>
            <w:sz w:val="24"/>
            <w:szCs w:val="24"/>
          </w:rPr>
          <w:t>1899</w:t>
        </w:r>
        <w:r w:rsidRPr="001B2FC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70970"/>
    <w:rsid w:val="00074786"/>
    <w:rsid w:val="000A0568"/>
    <w:rsid w:val="00143346"/>
    <w:rsid w:val="00155463"/>
    <w:rsid w:val="001778C5"/>
    <w:rsid w:val="001B2FC3"/>
    <w:rsid w:val="001B7EC1"/>
    <w:rsid w:val="001D14B7"/>
    <w:rsid w:val="001E1CD6"/>
    <w:rsid w:val="001F3019"/>
    <w:rsid w:val="00267EC9"/>
    <w:rsid w:val="0027710B"/>
    <w:rsid w:val="002F44C0"/>
    <w:rsid w:val="003349B3"/>
    <w:rsid w:val="00385870"/>
    <w:rsid w:val="003C506A"/>
    <w:rsid w:val="003D31E0"/>
    <w:rsid w:val="003E1B7A"/>
    <w:rsid w:val="00404C0E"/>
    <w:rsid w:val="0040538C"/>
    <w:rsid w:val="00406286"/>
    <w:rsid w:val="00487EE1"/>
    <w:rsid w:val="004A4A7A"/>
    <w:rsid w:val="005070F3"/>
    <w:rsid w:val="005553EA"/>
    <w:rsid w:val="005C71C3"/>
    <w:rsid w:val="00617E9A"/>
    <w:rsid w:val="00634EA7"/>
    <w:rsid w:val="00652693"/>
    <w:rsid w:val="00675BD4"/>
    <w:rsid w:val="00692F96"/>
    <w:rsid w:val="006F23D0"/>
    <w:rsid w:val="006F5EF7"/>
    <w:rsid w:val="007A2035"/>
    <w:rsid w:val="007B392C"/>
    <w:rsid w:val="007C1252"/>
    <w:rsid w:val="007D64F0"/>
    <w:rsid w:val="008140C0"/>
    <w:rsid w:val="00852C78"/>
    <w:rsid w:val="008854BF"/>
    <w:rsid w:val="00903F1E"/>
    <w:rsid w:val="0093726D"/>
    <w:rsid w:val="009C3421"/>
    <w:rsid w:val="009F6C64"/>
    <w:rsid w:val="00A12EDF"/>
    <w:rsid w:val="00A2301D"/>
    <w:rsid w:val="00AE5B42"/>
    <w:rsid w:val="00B04E70"/>
    <w:rsid w:val="00B5058E"/>
    <w:rsid w:val="00BF2406"/>
    <w:rsid w:val="00C059C6"/>
    <w:rsid w:val="00C40AB0"/>
    <w:rsid w:val="00C45378"/>
    <w:rsid w:val="00C56906"/>
    <w:rsid w:val="00C8059C"/>
    <w:rsid w:val="00D12269"/>
    <w:rsid w:val="00D37412"/>
    <w:rsid w:val="00D50C70"/>
    <w:rsid w:val="00DD15BD"/>
    <w:rsid w:val="00E03D74"/>
    <w:rsid w:val="00E27DFE"/>
    <w:rsid w:val="00EA6864"/>
    <w:rsid w:val="00EB0B43"/>
    <w:rsid w:val="00EB3301"/>
    <w:rsid w:val="00EF7FF6"/>
    <w:rsid w:val="00F07F96"/>
    <w:rsid w:val="00F10352"/>
    <w:rsid w:val="00F647C6"/>
    <w:rsid w:val="00F71A1E"/>
    <w:rsid w:val="00FB4598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76661-A5D7-466E-AC6C-B1DD226E0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16133-E539-42EC-B2D9-5A462938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32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Юлия Петровна</cp:lastModifiedBy>
  <cp:revision>15</cp:revision>
  <cp:lastPrinted>2016-10-05T05:29:00Z</cp:lastPrinted>
  <dcterms:created xsi:type="dcterms:W3CDTF">2019-10-08T09:54:00Z</dcterms:created>
  <dcterms:modified xsi:type="dcterms:W3CDTF">2020-10-27T06:42:00Z</dcterms:modified>
</cp:coreProperties>
</file>